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2B73B70E" w:rsidR="00F422D3" w:rsidRDefault="001E44D1" w:rsidP="00B42F40">
      <w:pPr>
        <w:pStyle w:val="Titul1"/>
      </w:pPr>
      <w:r>
        <w:t>KUPNÍ SMLOUVA</w:t>
      </w:r>
      <w:r w:rsidR="00485CE8">
        <w:t xml:space="preserve"> </w:t>
      </w:r>
    </w:p>
    <w:p w14:paraId="2FF71BCE" w14:textId="2EC9DF23" w:rsidR="00F422D3" w:rsidRDefault="00F422D3" w:rsidP="00B42F40">
      <w:pPr>
        <w:pStyle w:val="Titul2"/>
      </w:pPr>
      <w:r>
        <w:t>Název zakázky: „</w:t>
      </w:r>
      <w:r w:rsidR="009A57E6" w:rsidRPr="009A57E6">
        <w:t>Lokátor kabelových tras</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Pr="009A57E6" w:rsidRDefault="00AF2741" w:rsidP="00AF2741">
      <w:pPr>
        <w:pStyle w:val="Textbezodsazen"/>
        <w:spacing w:after="0"/>
      </w:pPr>
      <w:r w:rsidRPr="009A57E6">
        <w:t xml:space="preserve">zastoupena: Ing. Jiří Macho, ředitel Oblastního ředitelství Ostrava na základě </w:t>
      </w:r>
    </w:p>
    <w:p w14:paraId="13625371" w14:textId="2516ED71" w:rsidR="00D32554" w:rsidRPr="00AF2741" w:rsidRDefault="00AF2741" w:rsidP="00AF2741">
      <w:pPr>
        <w:pStyle w:val="Textbezodsazen"/>
      </w:pPr>
      <w:r w:rsidRPr="009A57E6">
        <w:t xml:space="preserve">pověření č. </w:t>
      </w:r>
      <w:r w:rsidR="0010127F" w:rsidRPr="009A57E6">
        <w:t>3146</w:t>
      </w:r>
      <w:r w:rsidRPr="009A57E6">
        <w:t xml:space="preserve"> ze dne </w:t>
      </w:r>
      <w:r w:rsidR="0010127F" w:rsidRPr="009A57E6">
        <w:t>15</w:t>
      </w:r>
      <w:r w:rsidRPr="009A57E6">
        <w:t xml:space="preserve">. </w:t>
      </w:r>
      <w:r w:rsidR="0010127F" w:rsidRPr="009A57E6">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697A23"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0D8E6CAB" w:rsidR="00F422D3" w:rsidRPr="00615D83" w:rsidRDefault="00615D83" w:rsidP="00AF2741">
      <w:pPr>
        <w:pStyle w:val="Textbezodsazen"/>
        <w:spacing w:after="0"/>
        <w:rPr>
          <w:bCs/>
        </w:rPr>
      </w:pPr>
      <w:r w:rsidRPr="00615D83">
        <w:rPr>
          <w:bCs/>
        </w:rPr>
        <w:t>číslo ISPROFOND:</w:t>
      </w:r>
      <w:r w:rsidR="009A57E6" w:rsidRPr="009A57E6">
        <w:rPr>
          <w:b/>
        </w:rPr>
        <w:t xml:space="preserve"> 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23B140F0"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9A57E6" w:rsidRPr="009A57E6">
        <w:rPr>
          <w:b/>
          <w:color w:val="000000"/>
        </w:rPr>
        <w:t>Lokátor kabelových tras</w:t>
      </w:r>
      <w:r w:rsidRPr="00F73272">
        <w:rPr>
          <w:lang w:eastAsia="cs-CZ"/>
        </w:rPr>
        <w:t>“, ev. č. veřejné zakázky zadavatele</w:t>
      </w:r>
      <w:r w:rsidRPr="009A57E6">
        <w:rPr>
          <w:lang w:eastAsia="cs-CZ"/>
        </w:rPr>
        <w:t xml:space="preserve">: </w:t>
      </w:r>
      <w:r w:rsidRPr="009A57E6">
        <w:rPr>
          <w:b/>
          <w:lang w:eastAsia="cs-CZ"/>
        </w:rPr>
        <w:t>635</w:t>
      </w:r>
      <w:r w:rsidR="009A57E6" w:rsidRPr="009A57E6">
        <w:rPr>
          <w:b/>
          <w:lang w:eastAsia="cs-CZ"/>
        </w:rPr>
        <w:t>24118</w:t>
      </w:r>
      <w:r w:rsidRPr="009A57E6">
        <w:rPr>
          <w:rFonts w:eastAsia="Times New Roman" w:cs="Times New Roman"/>
          <w:lang w:eastAsia="cs-CZ"/>
        </w:rPr>
        <w:t xml:space="preserve"> </w:t>
      </w:r>
      <w:r w:rsidRPr="009A57E6">
        <w:rPr>
          <w:lang w:eastAsia="cs-CZ"/>
        </w:rPr>
        <w:t>(dále jen „</w:t>
      </w:r>
      <w:r w:rsidRPr="009A57E6">
        <w:rPr>
          <w:b/>
          <w:bCs/>
          <w:lang w:eastAsia="cs-CZ"/>
        </w:rPr>
        <w:t>veřejná zakázka</w:t>
      </w:r>
      <w:r w:rsidRPr="009A57E6">
        <w:rPr>
          <w:lang w:eastAsia="cs-CZ"/>
        </w:rPr>
        <w:t>“). Jednotlivá ustanovení této Smlouvy tak budou vykládána</w:t>
      </w:r>
      <w:r w:rsidRPr="00A83222">
        <w:rPr>
          <w:lang w:eastAsia="cs-CZ"/>
        </w:rPr>
        <w:t xml:space="preserve">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52B155F8" w:rsidR="00F24489" w:rsidRPr="00A01B56" w:rsidRDefault="00615D83" w:rsidP="00F24489">
      <w:pPr>
        <w:pStyle w:val="Text1-1"/>
      </w:pPr>
      <w:r w:rsidRPr="00A01B56">
        <w:t xml:space="preserve">Předmětem koupě je </w:t>
      </w:r>
      <w:r w:rsidR="009A57E6" w:rsidRPr="00A01B56">
        <w:t>dodávka 5</w:t>
      </w:r>
      <w:r w:rsidR="00A01B56" w:rsidRPr="00220AA4">
        <w:t xml:space="preserve"> </w:t>
      </w:r>
      <w:r w:rsidR="009A57E6" w:rsidRPr="00A01B56">
        <w:t xml:space="preserve">ks sad </w:t>
      </w:r>
      <w:r w:rsidR="00F20884">
        <w:t xml:space="preserve">lokátorů </w:t>
      </w:r>
      <w:r w:rsidR="00A01B56" w:rsidRPr="00A01B56">
        <w:t>poruch s funkcí markerů pro efektivní trasování kabelů</w:t>
      </w:r>
      <w:r w:rsidR="00A01B56" w:rsidRPr="00697A23" w:rsidDel="00A01B56">
        <w:t xml:space="preserve"> </w:t>
      </w:r>
      <w:r w:rsidR="009A57E6" w:rsidRPr="00A01B56">
        <w:t xml:space="preserve">s příslušenstvím </w:t>
      </w:r>
      <w:r w:rsidR="00F24489" w:rsidRPr="00A01B56">
        <w:t>(dále jen „</w:t>
      </w:r>
      <w:r w:rsidRPr="00A01B56">
        <w:rPr>
          <w:b/>
          <w:bCs/>
        </w:rPr>
        <w:t>Předmět koupě</w:t>
      </w:r>
      <w:r w:rsidR="00F24489" w:rsidRPr="00A01B56">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20884" w:rsidRDefault="00615D83" w:rsidP="00FB565A">
      <w:pPr>
        <w:pStyle w:val="Text1-1"/>
        <w:rPr>
          <w:rFonts w:eastAsia="Times New Roman" w:cs="Times New Roman"/>
          <w:lang w:eastAsia="cs-CZ"/>
        </w:rPr>
      </w:pPr>
      <w:r w:rsidRPr="00F20884">
        <w:rPr>
          <w:rFonts w:eastAsia="Times New Roman" w:cs="Times New Roman"/>
          <w:lang w:eastAsia="cs-CZ"/>
        </w:rPr>
        <w:t>Jakost ani provedení Předmětu koupě není určeno vzorkem ani předlohou.</w:t>
      </w:r>
    </w:p>
    <w:p w14:paraId="60DE4F78" w14:textId="25BC739F" w:rsidR="00FB565A" w:rsidRPr="00F20884" w:rsidRDefault="00615D83" w:rsidP="00615D83">
      <w:pPr>
        <w:pStyle w:val="Text1-1"/>
      </w:pPr>
      <w:r w:rsidRPr="00F20884">
        <w:rPr>
          <w:rFonts w:eastAsia="Times New Roman" w:cs="Times New Roman"/>
          <w:lang w:eastAsia="cs-CZ"/>
        </w:rPr>
        <w:t>Součástí Předmětu koupě je rovněž</w:t>
      </w:r>
      <w:r w:rsidR="00FB565A" w:rsidRPr="00F20884">
        <w:rPr>
          <w:rFonts w:eastAsia="Times New Roman" w:cs="Times New Roman"/>
          <w:lang w:eastAsia="cs-CZ"/>
        </w:rPr>
        <w:t xml:space="preserve">: </w:t>
      </w:r>
    </w:p>
    <w:p w14:paraId="44FE117B" w14:textId="4CE437A2" w:rsidR="00A01B56" w:rsidRPr="00697A23" w:rsidRDefault="00A01B56" w:rsidP="00FB565A">
      <w:pPr>
        <w:pStyle w:val="Text1-2"/>
      </w:pPr>
      <w:r w:rsidRPr="00F20884">
        <w:rPr>
          <w:lang w:eastAsia="cs-CZ"/>
        </w:rPr>
        <w:t>doprava Předmětu koupě do Místa dodání, včetně vykládky.</w:t>
      </w:r>
    </w:p>
    <w:p w14:paraId="34FB1CAE" w14:textId="2D01140A" w:rsidR="00FB565A" w:rsidRDefault="00A01B56" w:rsidP="00FB565A">
      <w:pPr>
        <w:pStyle w:val="Text1-2"/>
      </w:pPr>
      <w:r w:rsidRPr="00F20884">
        <w:rPr>
          <w:lang w:eastAsia="cs-CZ"/>
        </w:rPr>
        <w:t>z</w:t>
      </w:r>
      <w:r w:rsidR="009A57E6" w:rsidRPr="00F20884">
        <w:rPr>
          <w:lang w:eastAsia="cs-CZ"/>
        </w:rPr>
        <w:t>aškolení min. 8 zaměstnanců Kupujícího pro bezpečnou obsluhu a údržbu Předmětu koupě</w:t>
      </w:r>
      <w:r w:rsidR="00F20884" w:rsidRPr="00697A23">
        <w:rPr>
          <w:lang w:eastAsia="cs-CZ"/>
        </w:rPr>
        <w:t>.</w:t>
      </w:r>
    </w:p>
    <w:p w14:paraId="58AADEC4" w14:textId="115A2F2F" w:rsidR="00F20884" w:rsidRPr="00F20884" w:rsidRDefault="00F20884" w:rsidP="00FB565A">
      <w:pPr>
        <w:pStyle w:val="Text1-2"/>
      </w:pPr>
      <w:r>
        <w:rPr>
          <w:lang w:eastAsia="cs-CZ"/>
        </w:rPr>
        <w:t xml:space="preserve">poskytování </w:t>
      </w:r>
      <w:r w:rsidRPr="00F20884">
        <w:rPr>
          <w:lang w:eastAsia="cs-CZ"/>
        </w:rPr>
        <w:t>servisní podpor</w:t>
      </w:r>
      <w:r>
        <w:rPr>
          <w:lang w:eastAsia="cs-CZ"/>
        </w:rPr>
        <w:t>y</w:t>
      </w:r>
      <w:r w:rsidRPr="00F20884">
        <w:rPr>
          <w:lang w:eastAsia="cs-CZ"/>
        </w:rPr>
        <w:t xml:space="preserve"> (HOT line)</w:t>
      </w:r>
      <w:r>
        <w:rPr>
          <w:lang w:eastAsia="cs-CZ"/>
        </w:rPr>
        <w:t>.</w:t>
      </w:r>
    </w:p>
    <w:p w14:paraId="6937ABB3" w14:textId="1DDD3FFE" w:rsidR="00FB565A" w:rsidRPr="00F20884" w:rsidRDefault="00F20884" w:rsidP="00FB565A">
      <w:pPr>
        <w:pStyle w:val="Text1-2"/>
      </w:pPr>
      <w:r w:rsidRPr="00697A23">
        <w:rPr>
          <w:lang w:eastAsia="cs-CZ"/>
        </w:rPr>
        <w:t>z</w:t>
      </w:r>
      <w:r w:rsidR="009A57E6" w:rsidRPr="00F20884">
        <w:rPr>
          <w:lang w:eastAsia="cs-CZ"/>
        </w:rPr>
        <w:t>ajištění pozáručního servisu.</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4BECC4B8" w:rsidR="00454369" w:rsidRPr="00A01B56" w:rsidRDefault="00A01B56" w:rsidP="00FB565A">
      <w:pPr>
        <w:pStyle w:val="Text1-1"/>
        <w:rPr>
          <w:lang w:eastAsia="cs-CZ"/>
        </w:rPr>
      </w:pPr>
      <w:r w:rsidRPr="00697A23">
        <w:rPr>
          <w:lang w:eastAsia="cs-CZ"/>
        </w:rPr>
        <w:t xml:space="preserve">Rozpis ceny dodávky je uveden v Příloze č. 3 této Smlouvy, </w:t>
      </w:r>
      <w:r w:rsidRPr="00697A23">
        <w:rPr>
          <w:rFonts w:eastAsia="Times New Roman" w:cs="Times New Roman"/>
          <w:lang w:eastAsia="cs-CZ"/>
        </w:rPr>
        <w:t>která je její nedílnou součástí</w:t>
      </w:r>
      <w:r w:rsidR="006846C7" w:rsidRPr="00A01B56">
        <w:rPr>
          <w:lang w:eastAsia="cs-CZ"/>
        </w:rPr>
        <w:t>.</w:t>
      </w:r>
    </w:p>
    <w:p w14:paraId="1AD37E7C" w14:textId="6BF396D0" w:rsidR="00454369" w:rsidRPr="009A57E6" w:rsidRDefault="00FB565A" w:rsidP="00FB565A">
      <w:pPr>
        <w:pStyle w:val="Text1-1"/>
        <w:rPr>
          <w:lang w:eastAsia="cs-CZ"/>
        </w:rPr>
      </w:pPr>
      <w:r w:rsidRPr="009A57E6">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9A57E6">
        <w:rPr>
          <w:lang w:eastAsia="cs-CZ"/>
        </w:rPr>
        <w:t>3</w:t>
      </w:r>
      <w:r w:rsidRPr="009A57E6">
        <w:rPr>
          <w:lang w:eastAsia="cs-CZ"/>
        </w:rPr>
        <w:t xml:space="preserve">, odst. </w:t>
      </w:r>
      <w:r w:rsidR="00F34FAC" w:rsidRPr="009A57E6">
        <w:rPr>
          <w:lang w:eastAsia="cs-CZ"/>
        </w:rPr>
        <w:t>3</w:t>
      </w:r>
      <w:r w:rsidRPr="009A57E6">
        <w:rPr>
          <w:lang w:eastAsia="cs-CZ"/>
        </w:rPr>
        <w:t xml:space="preserve">.1 této Smlouvy. Předání a převzetí Předmětu koupě bude stvrzeno oběma Smluvními stranami podpisem Předávacího protokolu (dodacího listu). </w:t>
      </w:r>
    </w:p>
    <w:p w14:paraId="35CD592B" w14:textId="2725584F" w:rsidR="00FB565A" w:rsidRPr="008941BC" w:rsidRDefault="00726F62" w:rsidP="00FB565A">
      <w:pPr>
        <w:pStyle w:val="Text1-1"/>
        <w:rPr>
          <w:lang w:eastAsia="cs-CZ"/>
        </w:rPr>
      </w:pPr>
      <w:r w:rsidRPr="008941BC">
        <w:rPr>
          <w:lang w:eastAsia="cs-CZ"/>
        </w:rPr>
        <w:t>Smluvní strany nepřipouští možnost plnění Předmětu koupě po částech.</w:t>
      </w:r>
      <w:r w:rsidR="00454369" w:rsidRPr="008941BC">
        <w:rPr>
          <w:lang w:eastAsia="cs-CZ"/>
        </w:rPr>
        <w:t xml:space="preserve"> </w:t>
      </w:r>
    </w:p>
    <w:p w14:paraId="0C557603" w14:textId="1A843256" w:rsidR="00FB565A" w:rsidRPr="00F4008F" w:rsidRDefault="00FB565A" w:rsidP="00FB565A">
      <w:pPr>
        <w:pStyle w:val="Text1-1"/>
        <w:rPr>
          <w:lang w:eastAsia="cs-CZ"/>
        </w:rPr>
      </w:pPr>
      <w:r w:rsidRPr="001515CE">
        <w:rPr>
          <w:lang w:eastAsia="cs-CZ"/>
        </w:rPr>
        <w:t xml:space="preserve">Kupní cena bude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r w:rsidRPr="00F4008F">
        <w:rPr>
          <w:lang w:eastAsia="cs-CZ"/>
        </w:rPr>
        <w:t>dokladu</w:t>
      </w:r>
      <w:r w:rsidR="00106B57">
        <w:rPr>
          <w:lang w:eastAsia="cs-CZ"/>
        </w:rPr>
        <w:t xml:space="preserve"> - </w:t>
      </w:r>
      <w:r w:rsidRPr="00F4008F">
        <w:rPr>
          <w:lang w:eastAsia="cs-CZ"/>
        </w:rPr>
        <w:t xml:space="preserve">faktury) vystavené Prodávajícím se </w:t>
      </w:r>
      <w:r w:rsidRPr="009A57E6">
        <w:rPr>
          <w:lang w:eastAsia="cs-CZ"/>
        </w:rPr>
        <w:t>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lastRenderedPageBreak/>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0F3B1775" w:rsidR="00454369" w:rsidRDefault="00F24489" w:rsidP="00F24489">
      <w:pPr>
        <w:pStyle w:val="Text1-1"/>
      </w:pPr>
      <w:r w:rsidRPr="00F97DBD">
        <w:t xml:space="preserve">Místo </w:t>
      </w:r>
      <w:r w:rsidR="00454369">
        <w:t xml:space="preserve">dodání je: </w:t>
      </w:r>
      <w:r w:rsidR="00CA457C">
        <w:t>Správa železnic, státní organizace, oblastní ředitelství Ostrava, středisko SEE Olomouc, Jeremenkova 11, 779 00 Olomouc.</w:t>
      </w:r>
    </w:p>
    <w:p w14:paraId="2AAB0962" w14:textId="720BD140" w:rsidR="00F24489" w:rsidRDefault="00454369" w:rsidP="00F24489">
      <w:pPr>
        <w:pStyle w:val="Text1-1"/>
      </w:pPr>
      <w:r>
        <w:t xml:space="preserve">Předmět koupě bude dodán v termínu: nejpozději do </w:t>
      </w:r>
      <w:r w:rsidR="00CA457C">
        <w:rPr>
          <w:b/>
          <w:bCs/>
        </w:rPr>
        <w:t>10 týdnů od účinnosti Kupní smlouvy.</w:t>
      </w:r>
    </w:p>
    <w:p w14:paraId="355BFEBF" w14:textId="30DD0BC0" w:rsidR="00454369" w:rsidRDefault="00454369" w:rsidP="00F24489">
      <w:pPr>
        <w:pStyle w:val="Text1-1"/>
      </w:pPr>
      <w:r>
        <w:rPr>
          <w:rFonts w:eastAsia="Times New Roman" w:cs="Times New Roman"/>
          <w:lang w:eastAsia="cs-CZ"/>
        </w:rPr>
        <w:t xml:space="preserve">Prodávající se zavazuje avizovat dodávku Předmětu koupě </w:t>
      </w:r>
      <w:r w:rsidRPr="00143C9E">
        <w:rPr>
          <w:rFonts w:eastAsia="Times New Roman" w:cs="Times New Roman"/>
          <w:lang w:eastAsia="cs-CZ"/>
        </w:rPr>
        <w:t xml:space="preserve">nejpozději </w:t>
      </w:r>
      <w:r w:rsidR="00CA457C" w:rsidRPr="00143C9E">
        <w:rPr>
          <w:rFonts w:eastAsia="Times New Roman" w:cs="Times New Roman"/>
          <w:lang w:eastAsia="cs-CZ"/>
        </w:rPr>
        <w:t>3</w:t>
      </w:r>
      <w:r w:rsidRPr="00143C9E">
        <w:rPr>
          <w:rFonts w:eastAsia="Times New Roman" w:cs="Times New Roman"/>
          <w:lang w:eastAsia="cs-CZ"/>
        </w:rPr>
        <w:t xml:space="preserve"> pracovní dny</w:t>
      </w:r>
      <w:r w:rsidRPr="00F742D9">
        <w:rPr>
          <w:rFonts w:eastAsia="Times New Roman" w:cs="Times New Roman"/>
          <w:lang w:eastAsia="cs-CZ"/>
        </w:rPr>
        <w:t xml:space="preserve"> před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A53FCB" w:rsidRDefault="00F34FAC" w:rsidP="00214C3E">
      <w:pPr>
        <w:pStyle w:val="Nadpis1-1"/>
      </w:pPr>
      <w:r>
        <w:t>přeprava předmětu koupě</w:t>
      </w:r>
    </w:p>
    <w:p w14:paraId="76924D9A" w14:textId="77777777" w:rsidR="00F34FAC" w:rsidRPr="00295408" w:rsidRDefault="00454369" w:rsidP="00F34FAC">
      <w:pPr>
        <w:pStyle w:val="Text1-1"/>
      </w:pPr>
      <w:r w:rsidRPr="00295408">
        <w:t>Kupující nevyžaduje pojištění</w:t>
      </w:r>
      <w:r w:rsidR="00FB1BA8" w:rsidRPr="00295408">
        <w:t>.</w:t>
      </w:r>
    </w:p>
    <w:p w14:paraId="3F7FE46F" w14:textId="77777777" w:rsidR="00F34FAC" w:rsidRPr="00295408" w:rsidRDefault="00454369" w:rsidP="00F34FAC">
      <w:pPr>
        <w:pStyle w:val="Text1-1"/>
      </w:pPr>
      <w:r w:rsidRPr="00295408">
        <w:t xml:space="preserve">Kupující nevyžaduje speciální balení. </w:t>
      </w:r>
    </w:p>
    <w:p w14:paraId="4F5C9EAA" w14:textId="6C5205F3" w:rsidR="00F34FAC" w:rsidRDefault="00295408" w:rsidP="00F34FAC">
      <w:pPr>
        <w:pStyle w:val="Text1-1"/>
      </w:pPr>
      <w:r w:rsidRPr="00295408">
        <w:t>Bez vratného obalu</w:t>
      </w:r>
      <w:r w:rsidR="00FB1BA8" w:rsidRPr="00295408">
        <w:t>.</w:t>
      </w:r>
    </w:p>
    <w:p w14:paraId="4743C1BA" w14:textId="29AE78EB" w:rsidR="00A01B56" w:rsidRPr="00A01B56" w:rsidRDefault="00A01B56" w:rsidP="00F34FAC">
      <w:pPr>
        <w:pStyle w:val="Text1-1"/>
      </w:pPr>
      <w:r w:rsidRPr="00A01B56">
        <w:t xml:space="preserve">Kupující </w:t>
      </w:r>
      <w:r w:rsidRPr="00697A23">
        <w:t>vyžaduje</w:t>
      </w:r>
      <w:r w:rsidRPr="00A01B56">
        <w:t xml:space="preserve"> vyložení Předmětu koupě z dopravního prostředku.</w:t>
      </w:r>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458B43FA" w14:textId="4EF05D19" w:rsidR="00A53FCB" w:rsidRDefault="00A53FCB" w:rsidP="00A53FCB">
      <w:pPr>
        <w:pStyle w:val="Text1-2"/>
      </w:pPr>
      <w:r>
        <w:t>Dodací list</w:t>
      </w:r>
      <w:r w:rsidR="00A01B56">
        <w:t>.</w:t>
      </w:r>
    </w:p>
    <w:p w14:paraId="30308DDA" w14:textId="5A19259F" w:rsidR="00A53FCB" w:rsidRPr="00776AFE" w:rsidRDefault="00776AFE" w:rsidP="00A53FCB">
      <w:pPr>
        <w:pStyle w:val="Text1-2"/>
      </w:pPr>
      <w:r w:rsidRPr="00776AFE">
        <w:t>Záruční list</w:t>
      </w:r>
      <w:r w:rsidR="00A01B56">
        <w:t>.</w:t>
      </w:r>
    </w:p>
    <w:p w14:paraId="54FECE25" w14:textId="3C639772" w:rsidR="00A53FCB" w:rsidRPr="00776AFE" w:rsidRDefault="00776AFE" w:rsidP="00A53FCB">
      <w:pPr>
        <w:pStyle w:val="Text1-2"/>
      </w:pPr>
      <w:r w:rsidRPr="00776AFE">
        <w:t>Návod k použití, údržbě a obsluze Předmětu koupě</w:t>
      </w:r>
      <w:r w:rsidR="00A01B56">
        <w:t xml:space="preserve"> v CZ jazyce.</w:t>
      </w:r>
    </w:p>
    <w:p w14:paraId="6364A38F" w14:textId="512EBAC4" w:rsidR="00776AFE" w:rsidRPr="00143C9E" w:rsidRDefault="00776AFE" w:rsidP="00A53FCB">
      <w:pPr>
        <w:pStyle w:val="Text1-2"/>
      </w:pPr>
      <w:r w:rsidRPr="00143C9E">
        <w:t>CE prohlášení o shodě</w:t>
      </w:r>
      <w:r w:rsidR="00A01B56">
        <w:t>.</w:t>
      </w:r>
    </w:p>
    <w:p w14:paraId="6B3B50FB" w14:textId="6FA37709" w:rsidR="00776AFE" w:rsidRPr="00143C9E" w:rsidRDefault="00776AFE" w:rsidP="00776AFE">
      <w:pPr>
        <w:pStyle w:val="Text1-2"/>
      </w:pPr>
      <w:r w:rsidRPr="00143C9E">
        <w:t>Platné vydané certifikáty, ISO a SW pro práci s pořízenými daty</w:t>
      </w:r>
      <w:r w:rsidR="00A01B56">
        <w:t>.</w:t>
      </w:r>
      <w:r w:rsidRPr="00143C9E">
        <w:t xml:space="preserve"> </w:t>
      </w:r>
    </w:p>
    <w:p w14:paraId="3C33C691" w14:textId="2B241F7A" w:rsidR="00A53FCB" w:rsidRPr="00A53FCB" w:rsidRDefault="00A53FCB" w:rsidP="00F34FAC">
      <w:pPr>
        <w:pStyle w:val="Nadpis1-1"/>
        <w:rPr>
          <w:b w:val="0"/>
          <w:bCs/>
        </w:rPr>
      </w:pPr>
      <w:r w:rsidRPr="00A53FCB">
        <w:rPr>
          <w:bCs/>
        </w:rPr>
        <w:t>Záruka</w:t>
      </w:r>
    </w:p>
    <w:p w14:paraId="39E3F9D8" w14:textId="77777777" w:rsidR="00F20884" w:rsidRPr="002335AE" w:rsidRDefault="00A53FCB" w:rsidP="00A771A6">
      <w:pPr>
        <w:pStyle w:val="Text1-1"/>
      </w:pPr>
      <w:r w:rsidRPr="002335AE">
        <w:t>Záruční doba činí</w:t>
      </w:r>
      <w:r w:rsidR="00F20884" w:rsidRPr="002335AE">
        <w:t>:</w:t>
      </w:r>
    </w:p>
    <w:p w14:paraId="749E194A" w14:textId="5543B1B1" w:rsidR="00F20884" w:rsidRPr="00697A23" w:rsidRDefault="00776AFE" w:rsidP="00F20884">
      <w:pPr>
        <w:pStyle w:val="Text1-2"/>
      </w:pPr>
      <w:r w:rsidRPr="00776AFE">
        <w:t xml:space="preserve">u </w:t>
      </w:r>
      <w:r w:rsidR="00F20884">
        <w:t xml:space="preserve">sad </w:t>
      </w:r>
      <w:r w:rsidRPr="00776AFE">
        <w:t xml:space="preserve">lokátorů </w:t>
      </w:r>
      <w:r w:rsidRPr="00776AFE">
        <w:rPr>
          <w:highlight w:val="yellow"/>
        </w:rPr>
        <w:t>[</w:t>
      </w:r>
      <w:r w:rsidRPr="00776AFE">
        <w:rPr>
          <w:b/>
          <w:highlight w:val="yellow"/>
        </w:rPr>
        <w:t>VLOŽÍ PRODÁVAJÍCÍ</w:t>
      </w:r>
      <w:r w:rsidRPr="00776AFE">
        <w:rPr>
          <w:highlight w:val="yellow"/>
        </w:rPr>
        <w:t xml:space="preserve"> v souladu s údajem doplněným v Příloze č. 1 Výzvy k podání nabídky]</w:t>
      </w:r>
      <w:r w:rsidRPr="00776AFE">
        <w:rPr>
          <w:rFonts w:eastAsia="Times New Roman" w:cs="Times New Roman"/>
          <w:lang w:eastAsia="cs-CZ"/>
        </w:rPr>
        <w:t xml:space="preserve"> </w:t>
      </w:r>
      <w:r w:rsidRPr="00776AFE">
        <w:rPr>
          <w:rFonts w:eastAsia="Times New Roman" w:cs="Times New Roman"/>
          <w:b/>
          <w:lang w:eastAsia="cs-CZ"/>
        </w:rPr>
        <w:t>měsíců</w:t>
      </w:r>
      <w:r w:rsidR="00F20884">
        <w:rPr>
          <w:rFonts w:eastAsia="Times New Roman" w:cs="Times New Roman"/>
          <w:b/>
          <w:lang w:eastAsia="cs-CZ"/>
        </w:rPr>
        <w:t>.</w:t>
      </w:r>
    </w:p>
    <w:p w14:paraId="7BB37752" w14:textId="2104ADE4" w:rsidR="00AF0065" w:rsidRPr="00776AFE" w:rsidRDefault="00776AFE" w:rsidP="00697A23">
      <w:pPr>
        <w:pStyle w:val="Text1-2"/>
      </w:pPr>
      <w:r w:rsidRPr="00776AFE">
        <w:t>u příslušenství</w:t>
      </w:r>
      <w:r w:rsidR="00F20884">
        <w:t xml:space="preserve"> lokátorů</w:t>
      </w:r>
      <w:r w:rsidRPr="00776AFE">
        <w:t xml:space="preserve"> </w:t>
      </w:r>
      <w:r w:rsidRPr="00776AFE">
        <w:rPr>
          <w:highlight w:val="yellow"/>
        </w:rPr>
        <w:t>[</w:t>
      </w:r>
      <w:r w:rsidRPr="00776AFE">
        <w:rPr>
          <w:b/>
          <w:highlight w:val="yellow"/>
        </w:rPr>
        <w:t>VLOŽÍ PRODÁVAJÍCÍ</w:t>
      </w:r>
      <w:r w:rsidRPr="00776AFE">
        <w:rPr>
          <w:highlight w:val="yellow"/>
        </w:rPr>
        <w:t xml:space="preserve"> v souladu s údajem doplněným v Příloze č. 1 Výzvy k podání nabídky]</w:t>
      </w:r>
      <w:r w:rsidRPr="00776AFE">
        <w:rPr>
          <w:rFonts w:eastAsia="Times New Roman" w:cs="Times New Roman"/>
          <w:lang w:eastAsia="cs-CZ"/>
        </w:rPr>
        <w:t xml:space="preserve"> </w:t>
      </w:r>
      <w:r w:rsidRPr="00776AFE">
        <w:rPr>
          <w:rFonts w:eastAsia="Times New Roman" w:cs="Times New Roman"/>
          <w:b/>
          <w:lang w:eastAsia="cs-CZ"/>
        </w:rPr>
        <w:t>měsíců.</w:t>
      </w:r>
    </w:p>
    <w:p w14:paraId="3B501842" w14:textId="77777777" w:rsidR="00A771A6" w:rsidRPr="00F20884" w:rsidRDefault="00A771A6" w:rsidP="00A771A6">
      <w:pPr>
        <w:pStyle w:val="Text1-1"/>
      </w:pPr>
      <w:bookmarkStart w:id="0" w:name="_Hlk161322988"/>
      <w:r w:rsidRPr="00143C9E">
        <w:t xml:space="preserve">Místem pro posuzování a odstraňování veškerých vad po celou záruční dobu je Místo dodání, které je uvedeno v čl. 3, odst. 3.1 této Smlouvy. Pokud se jedná o vadu, na kterou se vztahuje záruka a vadu není možno </w:t>
      </w:r>
      <w:r w:rsidRPr="00F20884">
        <w:t>odstranit v Kupujícím určeném místě, zajistí Prodávající přepravu Předmětu koupě do místa opravy a následně zpět do Místa</w:t>
      </w:r>
      <w:r w:rsidRPr="00143C9E">
        <w:t xml:space="preserve"> </w:t>
      </w:r>
      <w:r w:rsidRPr="00F20884">
        <w:t xml:space="preserve">dodání a uhradí veškeré oprávněné náklady s touto přepravou spojené. </w:t>
      </w:r>
    </w:p>
    <w:p w14:paraId="525034F0" w14:textId="41A8A624" w:rsidR="00F20884" w:rsidRPr="00F20884" w:rsidRDefault="00F20884" w:rsidP="00A771A6">
      <w:pPr>
        <w:pStyle w:val="Text1-1"/>
      </w:pPr>
      <w:r w:rsidRPr="00697A23">
        <w:t>Kupující umožní zástupcům Prodávajícího za účelem posuzování a odstraňování vad uplatněných v záruční době přístup do Místa dodání, kde je vadný Předmět koupě umístěn. Kupující zajistí přístup k Předmětu koupě tak, aby bylo možné provést opravu vadného zařízení</w:t>
      </w:r>
      <w:r w:rsidRPr="00F20884">
        <w:t>.</w:t>
      </w:r>
    </w:p>
    <w:p w14:paraId="592A802B" w14:textId="66599A4A" w:rsidR="00776AFE" w:rsidRPr="00F20884" w:rsidRDefault="00776AFE" w:rsidP="00776AFE">
      <w:pPr>
        <w:pStyle w:val="Text1-1"/>
        <w:rPr>
          <w:rFonts w:eastAsia="Times New Roman" w:cs="Times New Roman"/>
          <w:lang w:eastAsia="cs-CZ"/>
        </w:rPr>
      </w:pPr>
      <w:r w:rsidRPr="00F20884">
        <w:rPr>
          <w:rFonts w:eastAsia="Times New Roman" w:cs="Times New Roman"/>
          <w:lang w:eastAsia="cs-CZ"/>
        </w:rPr>
        <w:t xml:space="preserve">Prodávající se zavazuje poskytovat Kupujícímu záruční servis a pozáruční servis v délce trvání </w:t>
      </w:r>
      <w:r w:rsidRPr="00F20884">
        <w:t>5 let</w:t>
      </w:r>
      <w:r w:rsidR="00F20884" w:rsidRPr="00697A23">
        <w:t>,</w:t>
      </w:r>
      <w:r w:rsidRPr="00F20884">
        <w:t xml:space="preserve"> kterým se pro účely této Smlouvy rozumí dostupnost náhradních dílů k Předmětu koupě a provádění aktualizace software a firmware Předmětu koupě. Doba pěti let pro účely pozáručního servisu dle předchozí věty začíná běžet prvním dnem </w:t>
      </w:r>
      <w:r w:rsidRPr="00F20884">
        <w:rPr>
          <w:rFonts w:eastAsia="Times New Roman" w:cs="Times New Roman"/>
          <w:lang w:eastAsia="cs-CZ"/>
        </w:rPr>
        <w:t>po skončení záruční doby.</w:t>
      </w:r>
    </w:p>
    <w:p w14:paraId="4E83E802" w14:textId="059D8CF9" w:rsidR="00776AFE" w:rsidRPr="00F20884" w:rsidRDefault="00776AFE" w:rsidP="00776AFE">
      <w:pPr>
        <w:pStyle w:val="Text1-1"/>
        <w:rPr>
          <w:lang w:eastAsia="cs-CZ"/>
        </w:rPr>
      </w:pPr>
      <w:r w:rsidRPr="00F20884">
        <w:rPr>
          <w:lang w:eastAsia="cs-CZ"/>
        </w:rPr>
        <w:t xml:space="preserve">Prodávající se zavazuje poskytovat Kupujícímu servisní podporu (HOT line) po celou záruční dobu a následně po dobu poskytování pozáručního servisu v délce 5 let, která začíná plynout prvním dnem po skončení záruční doby. Servisní podporou se rozumí nepřetržitá přítomnost odborníka Prodávajícího na telefonu v pracovní dny v době od 7:00 hod. do 14: </w:t>
      </w:r>
      <w:r w:rsidR="006846C7" w:rsidRPr="00F20884">
        <w:rPr>
          <w:lang w:eastAsia="cs-CZ"/>
        </w:rPr>
        <w:t xml:space="preserve">00 </w:t>
      </w:r>
      <w:r w:rsidRPr="00F20884">
        <w:rPr>
          <w:lang w:eastAsia="cs-CZ"/>
        </w:rPr>
        <w:t xml:space="preserve">hod. za účelem řešení aktuálně vzniklých problémů na Předmětu koupě (např. poruchy, závady). </w:t>
      </w:r>
    </w:p>
    <w:p w14:paraId="076FDA86" w14:textId="4FD36B40" w:rsidR="00776AFE" w:rsidRPr="00776AFE" w:rsidRDefault="00776AFE" w:rsidP="00776AFE">
      <w:pPr>
        <w:pStyle w:val="Odstavecseseznamem"/>
        <w:overflowPunct w:val="0"/>
        <w:autoSpaceDE w:val="0"/>
        <w:autoSpaceDN w:val="0"/>
        <w:adjustRightInd w:val="0"/>
        <w:spacing w:after="0" w:line="276" w:lineRule="auto"/>
        <w:ind w:left="709"/>
        <w:jc w:val="both"/>
        <w:textAlignment w:val="baseline"/>
        <w:rPr>
          <w:rFonts w:eastAsia="Times New Roman" w:cs="Times New Roman"/>
          <w:lang w:eastAsia="cs-CZ"/>
        </w:rPr>
      </w:pPr>
      <w:r>
        <w:rPr>
          <w:rFonts w:eastAsia="Times New Roman" w:cs="Times New Roman"/>
          <w:lang w:eastAsia="cs-CZ"/>
        </w:rPr>
        <w:t xml:space="preserve">Telefonní linka Hot line: </w:t>
      </w:r>
      <w:r w:rsidRPr="005D272A">
        <w:t>[</w:t>
      </w:r>
      <w:r w:rsidRPr="00AA1ACD">
        <w:rPr>
          <w:b/>
          <w:highlight w:val="yellow"/>
        </w:rPr>
        <w:t>VLOŽÍ PRODÁVAJÍCÍ</w:t>
      </w:r>
      <w:r w:rsidRPr="005D272A">
        <w:t>]</w:t>
      </w:r>
      <w:r w:rsidRPr="005D272A">
        <w:rPr>
          <w:rFonts w:eastAsia="Times New Roman" w:cs="Times New Roman"/>
          <w:lang w:eastAsia="cs-CZ"/>
        </w:rPr>
        <w:t xml:space="preserve"> </w:t>
      </w:r>
    </w:p>
    <w:bookmarkEnd w:id="0"/>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7AED90CC" w:rsidR="007C34D3" w:rsidRPr="00143C9E"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1" w:name="_Hlk141698837"/>
      <w:r>
        <w:rPr>
          <w:rFonts w:eastAsia="Times New Roman" w:cs="Times New Roman"/>
          <w:lang w:eastAsia="cs-CZ"/>
        </w:rPr>
        <w:tab/>
      </w:r>
      <w:bookmarkEnd w:id="1"/>
      <w:r w:rsidR="00143C9E" w:rsidRPr="00143C9E">
        <w:t>Ing. Martin Kučík</w:t>
      </w:r>
    </w:p>
    <w:p w14:paraId="32A6E452" w14:textId="7528E7AD" w:rsidR="007C34D3" w:rsidRDefault="007C34D3" w:rsidP="007C34D3">
      <w:pPr>
        <w:spacing w:after="80" w:line="276" w:lineRule="auto"/>
        <w:ind w:left="1701" w:firstLine="709"/>
        <w:jc w:val="both"/>
        <w:rPr>
          <w:rStyle w:val="Hypertextovodkaz"/>
          <w:rFonts w:eastAsia="Times New Roman" w:cs="Times New Roman"/>
          <w:lang w:eastAsia="cs-CZ"/>
        </w:rPr>
      </w:pPr>
      <w:r w:rsidRPr="00143C9E">
        <w:rPr>
          <w:rFonts w:eastAsia="Times New Roman" w:cs="Times New Roman"/>
          <w:lang w:eastAsia="cs-CZ"/>
        </w:rPr>
        <w:t xml:space="preserve">tel. </w:t>
      </w:r>
      <w:r w:rsidRPr="00143C9E">
        <w:t>+420</w:t>
      </w:r>
      <w:r w:rsidR="00143C9E" w:rsidRPr="00143C9E">
        <w:t> 724 460 764</w:t>
      </w:r>
      <w:r w:rsidRPr="00143C9E">
        <w:rPr>
          <w:rFonts w:eastAsia="Times New Roman" w:cs="Times New Roman"/>
          <w:lang w:eastAsia="cs-CZ"/>
        </w:rPr>
        <w:t xml:space="preserve">, email: </w:t>
      </w:r>
      <w:hyperlink r:id="rId13" w:history="1">
        <w:r w:rsidR="00143C9E" w:rsidRPr="00143C9E">
          <w:rPr>
            <w:rStyle w:val="Hypertextovodkaz"/>
            <w:rFonts w:eastAsia="Times New Roman" w:cs="Times New Roman"/>
            <w:noProof w:val="0"/>
            <w:lang w:eastAsia="cs-CZ"/>
          </w:rPr>
          <w:t>kucik@spravazeleznic.cz</w:t>
        </w:r>
      </w:hyperlink>
      <w:r w:rsidR="00143C9E">
        <w:rPr>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4E910163" w14:textId="77777777" w:rsidR="00F34FAC" w:rsidRPr="00080A62" w:rsidRDefault="00F34FAC" w:rsidP="00F34FAC">
      <w:pPr>
        <w:pStyle w:val="Text1-1"/>
        <w:rPr>
          <w:lang w:eastAsia="cs-CZ"/>
        </w:rPr>
      </w:pPr>
      <w:r w:rsidRPr="00080A62">
        <w:rPr>
          <w:lang w:eastAsia="cs-CZ"/>
        </w:rPr>
        <w:t>Servisní středisko prodávajícího pro účely servisu a oprav Předmětu Koupě:</w:t>
      </w:r>
    </w:p>
    <w:p w14:paraId="2BEF1D37" w14:textId="77777777" w:rsidR="00F34FAC" w:rsidRPr="00080A62"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080A62">
        <w:rPr>
          <w:rFonts w:eastAsia="Times New Roman" w:cs="Times New Roman"/>
          <w:lang w:eastAsia="cs-CZ"/>
        </w:rPr>
        <w:t xml:space="preserve">Název provozovny prodávajícího: </w:t>
      </w:r>
      <w:r w:rsidRPr="00080A62">
        <w:rPr>
          <w:highlight w:val="yellow"/>
        </w:rPr>
        <w:t>"[VLOŽÍ PRODÁVAJÍCÍ]"</w:t>
      </w:r>
      <w:r w:rsidRPr="00080A62">
        <w:rPr>
          <w:rFonts w:eastAsia="Times New Roman" w:cs="Times New Roman"/>
          <w:lang w:eastAsia="cs-CZ"/>
        </w:rPr>
        <w:t xml:space="preserve"> </w:t>
      </w:r>
    </w:p>
    <w:p w14:paraId="0F409030" w14:textId="77777777" w:rsidR="00F34FAC" w:rsidRPr="00080A62"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080A62">
        <w:rPr>
          <w:rFonts w:eastAsia="Times New Roman" w:cs="Times New Roman"/>
          <w:lang w:eastAsia="cs-CZ"/>
        </w:rPr>
        <w:t xml:space="preserve">Adresa: </w:t>
      </w:r>
      <w:r w:rsidRPr="00080A62">
        <w:rPr>
          <w:highlight w:val="yellow"/>
        </w:rPr>
        <w:t>"[VLOŽÍ PRODÁVAJÍCÍ]"</w:t>
      </w:r>
      <w:r w:rsidRPr="00080A62">
        <w:rPr>
          <w:rFonts w:eastAsia="Times New Roman" w:cs="Times New Roman"/>
          <w:lang w:eastAsia="cs-CZ"/>
        </w:rPr>
        <w:t xml:space="preserve"> </w:t>
      </w:r>
    </w:p>
    <w:p w14:paraId="3AE846AC" w14:textId="77777777" w:rsidR="00F34FAC" w:rsidRPr="00F4008F"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080A62">
        <w:rPr>
          <w:rFonts w:eastAsia="Times New Roman" w:cs="Times New Roman"/>
          <w:lang w:eastAsia="cs-CZ"/>
        </w:rPr>
        <w:t xml:space="preserve">GPS: </w:t>
      </w:r>
      <w:r w:rsidRPr="00080A62">
        <w:rPr>
          <w:highlight w:val="yellow"/>
        </w:rPr>
        <w:t>"[VLOŽÍ PRODÁVAJÍCÍ]"</w:t>
      </w:r>
      <w:r w:rsidRPr="00A024D7">
        <w:rPr>
          <w:rFonts w:eastAsia="Times New Roman" w:cs="Times New Roman"/>
          <w:lang w:eastAsia="cs-CZ"/>
        </w:rPr>
        <w:t xml:space="preserve"> </w:t>
      </w:r>
      <w:r>
        <w:rPr>
          <w:rFonts w:eastAsia="Times New Roman" w:cs="Times New Roman"/>
          <w:lang w:eastAsia="cs-CZ"/>
        </w:rPr>
        <w:t xml:space="preserve"> </w:t>
      </w:r>
    </w:p>
    <w:p w14:paraId="761E12E9" w14:textId="02FB74CB" w:rsidR="00F34FAC" w:rsidRPr="00F34FAC" w:rsidRDefault="00080A62" w:rsidP="00F34FAC">
      <w:pPr>
        <w:pStyle w:val="Text1-1"/>
      </w:pPr>
      <w:r>
        <w:t>Neobsazeno.</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044D4C67"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w:t>
      </w:r>
      <w:r w:rsidR="002335AE" w:rsidRPr="00AF0065">
        <w:rPr>
          <w:rFonts w:ascii="Verdana" w:hAnsi="Verdana" w:cstheme="minorHAnsi"/>
        </w:rPr>
        <w:t>inovací,</w:t>
      </w:r>
      <w:r w:rsidRPr="00AF0065">
        <w:rPr>
          <w:rFonts w:ascii="Verdana" w:hAnsi="Verdana" w:cstheme="minorHAnsi"/>
        </w:rPr>
        <w:t xml:space="preserve">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080A62">
        <w:t>Kupující</w:t>
      </w:r>
      <w:r w:rsidRPr="00080A62">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2"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2"/>
    </w:p>
    <w:p w14:paraId="3745036A" w14:textId="77777777" w:rsidR="00F20884" w:rsidRPr="00DA78CD" w:rsidRDefault="00F20884" w:rsidP="00697A23">
      <w:pPr>
        <w:pStyle w:val="Nadpis1-1"/>
        <w:rPr>
          <w:rFonts w:eastAsia="Times New Roman"/>
          <w:szCs w:val="22"/>
          <w:lang w:eastAsia="cs-CZ"/>
        </w:rPr>
      </w:pPr>
      <w:r w:rsidRPr="00697A23">
        <w:rPr>
          <w:lang w:eastAsia="cs-CZ"/>
        </w:rPr>
        <w:t>Sankce</w:t>
      </w:r>
    </w:p>
    <w:p w14:paraId="6DA0CC9A" w14:textId="77777777" w:rsidR="00F20884" w:rsidRPr="00DA78CD" w:rsidRDefault="00F20884" w:rsidP="00697A23">
      <w:pPr>
        <w:pStyle w:val="Text1-1"/>
        <w:numPr>
          <w:ilvl w:val="1"/>
          <w:numId w:val="5"/>
        </w:numPr>
        <w:rPr>
          <w:rFonts w:eastAsia="Times New Roman" w:cs="Times New Roman"/>
          <w:lang w:eastAsia="cs-CZ"/>
        </w:rPr>
      </w:pPr>
      <w:r w:rsidRPr="00697A23">
        <w:t>Poruší</w:t>
      </w:r>
      <w:r w:rsidRPr="00DA78CD">
        <w:rPr>
          <w:rFonts w:eastAsia="Times New Roman" w:cs="Times New Roman"/>
          <w:lang w:eastAsia="cs-CZ"/>
        </w:rPr>
        <w:t>-li Prodávající povinnost poskytovat pozáruční servis dle čl. 6, odst. 6.3 této Smlouvy, je povinen uhradit Kupujícímu smluvní pokutu ve výši 5 000 Kč za každý případ porušení.</w:t>
      </w:r>
    </w:p>
    <w:p w14:paraId="4CD61AA5" w14:textId="77777777" w:rsidR="00F20884" w:rsidRPr="00DA78CD" w:rsidRDefault="00F20884" w:rsidP="00697A23">
      <w:pPr>
        <w:pStyle w:val="Text1-1"/>
        <w:numPr>
          <w:ilvl w:val="1"/>
          <w:numId w:val="5"/>
        </w:numPr>
        <w:rPr>
          <w:rFonts w:eastAsia="Times New Roman" w:cs="Times New Roman"/>
          <w:lang w:eastAsia="cs-CZ"/>
        </w:rPr>
      </w:pPr>
      <w:r w:rsidRPr="00DA78CD">
        <w:rPr>
          <w:rFonts w:eastAsia="Times New Roman" w:cs="Times New Roman"/>
          <w:lang w:eastAsia="cs-CZ"/>
        </w:rPr>
        <w:t>Poruší-li Prodávající povinnost poskytovat servisní podporu Hot line dle čl. 6, odst. 6.4 této Smlouvy, je povinen uhradit Kupujícímu smluvní pokutu ve výši 1 000 Kč za každý případ porušení.</w:t>
      </w:r>
    </w:p>
    <w:p w14:paraId="29767244" w14:textId="4CC8F898" w:rsidR="00F20884" w:rsidRDefault="00F20884" w:rsidP="00697A23">
      <w:pPr>
        <w:pStyle w:val="Text1-1"/>
        <w:numPr>
          <w:ilvl w:val="1"/>
          <w:numId w:val="5"/>
        </w:numPr>
        <w:rPr>
          <w:lang w:eastAsia="cs-CZ"/>
        </w:rPr>
      </w:pPr>
      <w:r>
        <w:rPr>
          <w:rFonts w:eastAsia="Times New Roman" w:cs="Times New Roman"/>
          <w:lang w:eastAsia="cs-CZ"/>
        </w:rPr>
        <w:t>V ostatním se sankce řídí Obchodními podmínkami</w:t>
      </w:r>
    </w:p>
    <w:p w14:paraId="197EFD04" w14:textId="0CEE3511"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455D3E97"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 xml:space="preserve">tohoto článku </w:t>
      </w:r>
      <w:r w:rsidR="00F20884">
        <w:t>9</w:t>
      </w:r>
      <w:r w:rsidR="00F20884" w:rsidRPr="0029677D">
        <w:t xml:space="preserve"> </w:t>
      </w:r>
      <w:r w:rsidRPr="0029677D">
        <w:t xml:space="preserve">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2537020C"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rsidR="00F20884">
        <w:t xml:space="preserve">9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3"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3"/>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3A12A2A9" w:rsidR="00611DEA" w:rsidRDefault="00830C9D" w:rsidP="00830C9D">
      <w:pPr>
        <w:pStyle w:val="Text1-1"/>
      </w:pPr>
      <w:bookmarkStart w:id="4"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F20884">
        <w:t>9</w:t>
      </w:r>
      <w:r w:rsidR="00F20884" w:rsidRPr="0029677D">
        <w:t xml:space="preserve"> </w:t>
      </w:r>
      <w:r w:rsidRPr="0029677D">
        <w:t>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F20884">
        <w:t>9</w:t>
      </w:r>
      <w:r w:rsidR="00F20884" w:rsidRPr="0029677D">
        <w:t xml:space="preserve"> </w:t>
      </w:r>
      <w:r w:rsidRPr="0029677D">
        <w:t xml:space="preserve">této Smlouvy, je </w:t>
      </w:r>
      <w:r w:rsidR="00FE6762">
        <w:t>Kupující</w:t>
      </w:r>
      <w:r w:rsidRPr="0029677D">
        <w:t xml:space="preserve"> oprávněn odstoupit od této Smlouvy. </w:t>
      </w:r>
      <w:bookmarkEnd w:id="4"/>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5" w:name="Text18"/>
      <w:r w:rsidR="00FE6762">
        <w:instrText xml:space="preserve"> FORMTEXT </w:instrText>
      </w:r>
      <w:r w:rsidR="00FE6762">
        <w:fldChar w:fldCharType="separate"/>
      </w:r>
      <w:r w:rsidR="00FE6762">
        <w:rPr>
          <w:noProof/>
        </w:rPr>
        <w:t>"[VLOŽÍ PRODÁVAJÍCÍ]"</w:t>
      </w:r>
      <w:r w:rsidR="00FE6762">
        <w:fldChar w:fldCharType="end"/>
      </w:r>
      <w:bookmarkEnd w:id="5"/>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6"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6"/>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7"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7"/>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8" w:name="ListAnnex04"/>
      <w:tr w:rsidR="00214C3E" w:rsidRPr="00F97DBD" w14:paraId="0AAD41A9" w14:textId="77777777" w:rsidTr="009032FF">
        <w:trPr>
          <w:jc w:val="center"/>
        </w:trPr>
        <w:tc>
          <w:tcPr>
            <w:tcW w:w="2031" w:type="pct"/>
          </w:tcPr>
          <w:p w14:paraId="28E55E32" w14:textId="0BDDD0D2" w:rsidR="00214C3E" w:rsidRPr="006846C7" w:rsidRDefault="00214C3E" w:rsidP="00214C3E">
            <w:pPr>
              <w:pStyle w:val="Textbezslovn"/>
            </w:pPr>
            <w:r w:rsidRPr="006846C7">
              <w:fldChar w:fldCharType="begin"/>
            </w:r>
            <w:r w:rsidRPr="006846C7">
              <w:instrText xml:space="preserve"> HYPERLINK  \l "Annex04" </w:instrText>
            </w:r>
            <w:r w:rsidRPr="006846C7">
              <w:fldChar w:fldCharType="separate"/>
            </w:r>
            <w:r w:rsidRPr="006846C7">
              <w:rPr>
                <w:rStyle w:val="Hypertextovodkaz"/>
                <w:rFonts w:cs="Calibri"/>
                <w:color w:val="auto"/>
              </w:rPr>
              <w:t xml:space="preserve">Příloha č. </w:t>
            </w:r>
            <w:r w:rsidR="001E44D1" w:rsidRPr="006846C7">
              <w:rPr>
                <w:rStyle w:val="Hypertextovodkaz"/>
                <w:rFonts w:cs="Calibri"/>
                <w:color w:val="auto"/>
              </w:rPr>
              <w:t>3</w:t>
            </w:r>
            <w:bookmarkEnd w:id="8"/>
            <w:r w:rsidRPr="006846C7">
              <w:fldChar w:fldCharType="end"/>
            </w:r>
            <w:r w:rsidRPr="006846C7">
              <w:t>:</w:t>
            </w:r>
          </w:p>
        </w:tc>
        <w:tc>
          <w:tcPr>
            <w:tcW w:w="2969" w:type="pct"/>
          </w:tcPr>
          <w:p w14:paraId="025B7BE9" w14:textId="40A56C9A" w:rsidR="00214C3E" w:rsidRPr="006846C7" w:rsidRDefault="00214C3E" w:rsidP="000D2628">
            <w:pPr>
              <w:pStyle w:val="Textbezslovn"/>
              <w:ind w:hanging="136"/>
            </w:pPr>
            <w:r w:rsidRPr="006846C7">
              <w:t xml:space="preserve">Rozpis Ceny </w:t>
            </w:r>
            <w:r w:rsidR="00AF0065" w:rsidRPr="006846C7">
              <w:t>dodávky</w:t>
            </w:r>
            <w:r w:rsidR="006846C7" w:rsidRPr="006846C7">
              <w:t xml:space="preserve"> </w:t>
            </w:r>
          </w:p>
        </w:tc>
      </w:tr>
      <w:tr w:rsidR="001E44D1" w:rsidRPr="00F97DBD" w14:paraId="086497E9" w14:textId="77777777" w:rsidTr="009032FF">
        <w:trPr>
          <w:jc w:val="center"/>
        </w:trPr>
        <w:tc>
          <w:tcPr>
            <w:tcW w:w="2031" w:type="pct"/>
          </w:tcPr>
          <w:p w14:paraId="32F3AFE8" w14:textId="725A0EAF" w:rsidR="001E44D1" w:rsidRPr="00F97DBD" w:rsidRDefault="00697A23" w:rsidP="001E44D1">
            <w:pPr>
              <w:pStyle w:val="Textbezslovn"/>
            </w:pPr>
            <w:hyperlink w:anchor="Annex04" w:history="1">
              <w:r w:rsidR="001E44D1" w:rsidRPr="00F97DBD">
                <w:rPr>
                  <w:rStyle w:val="Hypertextovodkaz"/>
                  <w:rFonts w:cs="Calibri"/>
                  <w:color w:val="auto"/>
                </w:rPr>
                <w:t xml:space="preserve">Příloha č. </w:t>
              </w:r>
              <w:r w:rsidR="001E44D1">
                <w:rPr>
                  <w:rStyle w:val="Hypertextovodkaz"/>
                  <w:rFonts w:cs="Calibri"/>
                  <w:color w:val="auto"/>
                </w:rPr>
                <w:t>4</w:t>
              </w:r>
            </w:hyperlink>
            <w:r w:rsidR="001E44D1" w:rsidRPr="00F97DBD">
              <w:t>:</w:t>
            </w:r>
          </w:p>
        </w:tc>
        <w:tc>
          <w:tcPr>
            <w:tcW w:w="2969" w:type="pct"/>
          </w:tcPr>
          <w:p w14:paraId="49B03817" w14:textId="53BF3531" w:rsidR="001E44D1" w:rsidRDefault="001E44D1" w:rsidP="001E44D1">
            <w:pPr>
              <w:pStyle w:val="Textbezslovn"/>
              <w:ind w:hanging="136"/>
            </w:pPr>
            <w:r>
              <w:t>Seznam poddodavatelů</w:t>
            </w:r>
            <w:r w:rsidRPr="00F97DBD">
              <w:t xml:space="preserve"> </w:t>
            </w:r>
          </w:p>
        </w:tc>
      </w:tr>
      <w:bookmarkStart w:id="9" w:name="ListAnnex05"/>
      <w:tr w:rsidR="001E44D1" w:rsidRPr="00F97DBD" w14:paraId="7F332280" w14:textId="77777777" w:rsidTr="009032FF">
        <w:trPr>
          <w:jc w:val="center"/>
        </w:trPr>
        <w:tc>
          <w:tcPr>
            <w:tcW w:w="2031" w:type="pct"/>
          </w:tcPr>
          <w:p w14:paraId="33BCA3B9" w14:textId="77777777" w:rsidR="001E44D1" w:rsidRPr="001E44D1" w:rsidRDefault="001E44D1" w:rsidP="001E44D1">
            <w:pPr>
              <w:pStyle w:val="Textbezslovn"/>
            </w:pPr>
            <w:r w:rsidRPr="001E44D1">
              <w:fldChar w:fldCharType="begin"/>
            </w:r>
            <w:r w:rsidRPr="001E44D1">
              <w:instrText xml:space="preserve"> HYPERLINK  \l "Annex05" </w:instrText>
            </w:r>
            <w:r w:rsidRPr="001E44D1">
              <w:fldChar w:fldCharType="separate"/>
            </w:r>
            <w:r w:rsidRPr="001E44D1">
              <w:rPr>
                <w:rStyle w:val="Hypertextovodkaz"/>
                <w:rFonts w:cs="Calibri"/>
                <w:color w:val="auto"/>
              </w:rPr>
              <w:t>Příloha č. 5</w:t>
            </w:r>
            <w:bookmarkEnd w:id="9"/>
            <w:r w:rsidRPr="001E44D1">
              <w:fldChar w:fldCharType="end"/>
            </w:r>
            <w:r w:rsidRPr="001E44D1">
              <w:t>:</w:t>
            </w:r>
          </w:p>
        </w:tc>
        <w:tc>
          <w:tcPr>
            <w:tcW w:w="2969" w:type="pct"/>
          </w:tcPr>
          <w:p w14:paraId="66E1CAEF" w14:textId="2544260B" w:rsidR="001E44D1" w:rsidRPr="001E44D1" w:rsidRDefault="001E44D1" w:rsidP="001E44D1">
            <w:pPr>
              <w:pStyle w:val="Textbezslovn"/>
              <w:ind w:hanging="136"/>
            </w:pPr>
            <w:r w:rsidRPr="00080A62">
              <w:t>neobsazeno</w:t>
            </w:r>
          </w:p>
        </w:tc>
      </w:tr>
      <w:bookmarkStart w:id="10"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112B5E0B" w:rsidTr="009032FF">
        <w:trPr>
          <w:jc w:val="center"/>
        </w:trPr>
        <w:tc>
          <w:tcPr>
            <w:tcW w:w="2031" w:type="pct"/>
          </w:tcPr>
          <w:p w14:paraId="7183780C" w14:textId="1F7FEE9B" w:rsidR="001E44D1" w:rsidRPr="0010127F" w:rsidRDefault="001E44D1" w:rsidP="001E44D1">
            <w:pPr>
              <w:pStyle w:val="Textbezslovn"/>
            </w:pPr>
          </w:p>
        </w:tc>
        <w:tc>
          <w:tcPr>
            <w:tcW w:w="2969" w:type="pct"/>
          </w:tcPr>
          <w:p w14:paraId="5BA16768" w14:textId="09F18296" w:rsidR="001E44D1" w:rsidRPr="0010127F" w:rsidRDefault="001E44D1" w:rsidP="001E44D1">
            <w:pPr>
              <w:pStyle w:val="Textbezslovn"/>
              <w:ind w:hanging="136"/>
            </w:pPr>
          </w:p>
        </w:tc>
      </w:tr>
    </w:tbl>
    <w:p w14:paraId="24B169A7" w14:textId="00A19F67" w:rsidR="00214C3E" w:rsidRDefault="00214C3E">
      <w:pPr>
        <w:pStyle w:val="slovanseznam"/>
        <w:numPr>
          <w:ilvl w:val="0"/>
          <w:numId w:val="0"/>
        </w:numPr>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3066FF49"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w:t>
      </w:r>
      <w:r w:rsidR="006A4D88">
        <w:rPr>
          <w:highlight w:val="lightGray"/>
        </w:rPr>
        <w:t xml:space="preserve"> Přílohy č. 1</w:t>
      </w:r>
      <w:r w:rsidR="006846C7">
        <w:rPr>
          <w:highlight w:val="lightGray"/>
        </w:rPr>
        <w:t xml:space="preserve"> </w:t>
      </w:r>
      <w:r w:rsidR="00AF0065" w:rsidRPr="00AF0065">
        <w:rPr>
          <w:highlight w:val="lightGray"/>
        </w:rPr>
        <w:t>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50C49B45" w14:textId="77777777" w:rsidR="006C0BB6" w:rsidRDefault="006C0BB6" w:rsidP="00F762A8">
      <w:pPr>
        <w:pStyle w:val="Nadpisbezsl1-1"/>
      </w:pPr>
    </w:p>
    <w:p w14:paraId="0CA58992" w14:textId="77777777" w:rsidR="00A01B56" w:rsidRDefault="00A01B56" w:rsidP="00F762A8">
      <w:pPr>
        <w:pStyle w:val="Nadpisbezsl1-1"/>
        <w:sectPr w:rsidR="00A01B5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C50E0D9" w14:textId="77777777" w:rsidR="00A01B56" w:rsidRDefault="00A01B56" w:rsidP="00A01B56">
      <w:pPr>
        <w:pStyle w:val="Nadpisbezsl1-1"/>
      </w:pPr>
      <w:bookmarkStart w:id="11" w:name="_Hlk160560034"/>
      <w:r>
        <w:t>Příloha č. 3</w:t>
      </w:r>
    </w:p>
    <w:p w14:paraId="35CE9C81" w14:textId="77777777" w:rsidR="00A01B56" w:rsidRPr="00374B40" w:rsidRDefault="00A01B56" w:rsidP="00A01B56">
      <w:pPr>
        <w:overflowPunct w:val="0"/>
        <w:autoSpaceDE w:val="0"/>
        <w:autoSpaceDN w:val="0"/>
        <w:adjustRightInd w:val="0"/>
        <w:spacing w:after="120" w:line="240" w:lineRule="auto"/>
        <w:textAlignment w:val="baseline"/>
        <w:rPr>
          <w:rFonts w:eastAsia="Times New Roman"/>
          <w:b/>
          <w:bCs/>
          <w:caps/>
          <w:sz w:val="20"/>
          <w:szCs w:val="20"/>
          <w:lang w:eastAsia="cs-CZ"/>
        </w:rPr>
      </w:pPr>
      <w:bookmarkStart w:id="12" w:name="_Hlk160559947"/>
      <w:r>
        <w:rPr>
          <w:b/>
          <w:bCs/>
          <w:sz w:val="20"/>
          <w:szCs w:val="20"/>
        </w:rPr>
        <w:t>Rozpis ceny dodávky</w:t>
      </w:r>
    </w:p>
    <w:p w14:paraId="5256D921" w14:textId="77777777" w:rsidR="00A01B56" w:rsidRPr="00AF0065" w:rsidRDefault="00A01B56" w:rsidP="00A01B56">
      <w:pPr>
        <w:pStyle w:val="RLProhlensmluvnchstran"/>
        <w:spacing w:line="264" w:lineRule="auto"/>
        <w:jc w:val="both"/>
        <w:rPr>
          <w:rFonts w:asciiTheme="minorHAnsi" w:hAnsiTheme="minorHAnsi" w:cs="Calibri"/>
          <w:b w:val="0"/>
          <w:bCs w:val="0"/>
          <w:sz w:val="18"/>
          <w:szCs w:val="18"/>
        </w:rPr>
      </w:pPr>
      <w:r w:rsidRPr="00AF0065">
        <w:rPr>
          <w:rFonts w:asciiTheme="minorHAnsi" w:hAnsiTheme="minorHAnsi"/>
          <w:b w:val="0"/>
          <w:bCs w:val="0"/>
          <w:sz w:val="18"/>
          <w:szCs w:val="18"/>
          <w:highlight w:val="lightGray"/>
        </w:rPr>
        <w:t xml:space="preserve">Do přílohy smlouvy bude vložen Rozpis ceny dodávky předložený v nabídce vybraného dodavatele </w:t>
      </w:r>
      <w:bookmarkStart w:id="13" w:name="_Hlk159414710"/>
      <w:r w:rsidRPr="00AF0065">
        <w:rPr>
          <w:rFonts w:asciiTheme="minorHAnsi" w:hAnsiTheme="minorHAnsi"/>
          <w:b w:val="0"/>
          <w:bCs w:val="0"/>
          <w:sz w:val="18"/>
          <w:szCs w:val="18"/>
          <w:highlight w:val="lightGray"/>
        </w:rPr>
        <w:t>jako</w:t>
      </w:r>
      <w:r w:rsidRPr="00AF0065">
        <w:rPr>
          <w:rFonts w:asciiTheme="minorHAnsi" w:hAnsiTheme="minorHAnsi"/>
          <w:sz w:val="18"/>
          <w:szCs w:val="18"/>
          <w:highlight w:val="lightGray"/>
        </w:rPr>
        <w:t xml:space="preserve"> </w:t>
      </w:r>
      <w:r w:rsidRPr="00AF0065">
        <w:rPr>
          <w:rFonts w:asciiTheme="minorHAnsi" w:hAnsiTheme="minorHAnsi"/>
          <w:b w:val="0"/>
          <w:bCs w:val="0"/>
          <w:sz w:val="18"/>
          <w:szCs w:val="18"/>
          <w:highlight w:val="lightGray"/>
        </w:rPr>
        <w:t>součást vyplněné Přílohy č. 2 Dílu 3 Zadávací dokumentace.</w:t>
      </w:r>
      <w:bookmarkEnd w:id="13"/>
    </w:p>
    <w:p w14:paraId="677F3E3F" w14:textId="68D49FC7" w:rsidR="00A01B56" w:rsidRDefault="00A01B56" w:rsidP="00A01B56">
      <w:pPr>
        <w:pStyle w:val="Nadpisbezsl1-1"/>
        <w:sectPr w:rsidR="00A01B56" w:rsidSect="004E70C8">
          <w:footerReference w:type="default" r:id="rId23"/>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val="0"/>
          <w:bCs/>
          <w:sz w:val="18"/>
          <w:highlight w:val="lightGray"/>
        </w:rPr>
        <w:fldChar w:fldCharType="begin"/>
      </w:r>
      <w:r w:rsidRPr="002E02C6">
        <w:rPr>
          <w:rFonts w:ascii="Verdana" w:eastAsia="Verdana" w:hAnsi="Verdana" w:cs="Times New Roman"/>
          <w:b w:val="0"/>
          <w:sz w:val="18"/>
          <w:highlight w:val="lightGray"/>
        </w:rPr>
        <w:instrText xml:space="preserve"> MACROBUTTON  VložitŠirokouMezeru "[VLOŽÍ KUPUJÍCÍ]" </w:instrText>
      </w:r>
      <w:r w:rsidRPr="002E02C6">
        <w:rPr>
          <w:rFonts w:ascii="Verdana" w:eastAsia="Verdana" w:hAnsi="Verdana" w:cs="Times New Roman"/>
          <w:b w:val="0"/>
          <w:bCs/>
          <w:sz w:val="18"/>
          <w:highlight w:val="lightGray"/>
        </w:rPr>
        <w:fldChar w:fldCharType="end"/>
      </w:r>
      <w:bookmarkEnd w:id="11"/>
      <w:bookmarkEnd w:id="12"/>
    </w:p>
    <w:p w14:paraId="4E925182" w14:textId="645AE51F" w:rsidR="00ED29F1" w:rsidRPr="00F97DBD" w:rsidRDefault="001E44D1" w:rsidP="00ED29F1">
      <w:pPr>
        <w:pStyle w:val="Nadpisbezsl1-1"/>
      </w:pPr>
      <w:r>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0FB34ABB"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7A23">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5B017F99" w:rsidR="00285E8B" w:rsidRPr="00E7415D" w:rsidRDefault="00285E8B" w:rsidP="00A15E97">
          <w:pPr>
            <w:pStyle w:val="Zpat0"/>
            <w:rPr>
              <w:b/>
            </w:rPr>
          </w:pPr>
          <w:r>
            <w:t>VZ 635</w:t>
          </w:r>
          <w:r w:rsidR="009A57E6">
            <w:t>24118</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1AF629AD"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7A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71E8FAD9" w:rsidR="00285E8B" w:rsidRDefault="001E44D1" w:rsidP="001E44D1">
          <w:pPr>
            <w:pStyle w:val="Zpat0"/>
          </w:pPr>
          <w:r>
            <w:t>VS 635</w:t>
          </w:r>
          <w:r w:rsidR="00080A62">
            <w:t>24118</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1C73AA8A"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7A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7052CA6A" w:rsidR="00285E8B" w:rsidRDefault="001E44D1" w:rsidP="001E44D1">
          <w:pPr>
            <w:pStyle w:val="Zpat0"/>
          </w:pPr>
          <w:r>
            <w:t>VS 635</w:t>
          </w:r>
          <w:r w:rsidR="00080A62">
            <w:t>24118</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1B56" w14:paraId="174AF279" w14:textId="77777777" w:rsidTr="00EB46E5">
      <w:tc>
        <w:tcPr>
          <w:tcW w:w="1361" w:type="dxa"/>
          <w:tcMar>
            <w:left w:w="0" w:type="dxa"/>
            <w:right w:w="0" w:type="dxa"/>
          </w:tcMar>
          <w:vAlign w:val="bottom"/>
        </w:tcPr>
        <w:p w14:paraId="39C14244" w14:textId="3591459D" w:rsidR="00A01B56" w:rsidRPr="00B8518B" w:rsidRDefault="00A01B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7A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617F8B4" w14:textId="77777777" w:rsidR="00A01B56" w:rsidRDefault="00A01B56" w:rsidP="005A7872">
          <w:pPr>
            <w:pStyle w:val="Zpat"/>
          </w:pPr>
        </w:p>
      </w:tc>
      <w:tc>
        <w:tcPr>
          <w:tcW w:w="425" w:type="dxa"/>
          <w:shd w:val="clear" w:color="auto" w:fill="auto"/>
          <w:tcMar>
            <w:left w:w="0" w:type="dxa"/>
            <w:right w:w="0" w:type="dxa"/>
          </w:tcMar>
        </w:tcPr>
        <w:p w14:paraId="20ACEE9B" w14:textId="77777777" w:rsidR="00A01B56" w:rsidRDefault="00A01B56" w:rsidP="00B8518B">
          <w:pPr>
            <w:pStyle w:val="Zpat"/>
          </w:pPr>
        </w:p>
      </w:tc>
      <w:tc>
        <w:tcPr>
          <w:tcW w:w="8505" w:type="dxa"/>
        </w:tcPr>
        <w:p w14:paraId="254A624A" w14:textId="49B68B52" w:rsidR="00A01B56" w:rsidRPr="00143EC0" w:rsidRDefault="00A01B56" w:rsidP="00F422D3">
          <w:pPr>
            <w:pStyle w:val="Zpat0"/>
            <w:rPr>
              <w:b/>
            </w:rPr>
          </w:pPr>
          <w:r>
            <w:rPr>
              <w:b/>
            </w:rPr>
            <w:t>PŘÍLOHA č. 3</w:t>
          </w:r>
        </w:p>
        <w:p w14:paraId="31A96A47" w14:textId="77777777" w:rsidR="00A01B56" w:rsidRDefault="00A01B56" w:rsidP="001E44D1">
          <w:pPr>
            <w:pStyle w:val="Zpat0"/>
          </w:pPr>
          <w:r>
            <w:t>KUPNÍ SMLOUVA - Dodávky</w:t>
          </w:r>
        </w:p>
        <w:p w14:paraId="4B5F04E0" w14:textId="77777777" w:rsidR="00A01B56" w:rsidRDefault="00A01B56" w:rsidP="001E44D1">
          <w:pPr>
            <w:pStyle w:val="Zpat0"/>
          </w:pPr>
          <w:r>
            <w:t>VS 63524118</w:t>
          </w:r>
        </w:p>
      </w:tc>
    </w:tr>
  </w:tbl>
  <w:p w14:paraId="3144D16B" w14:textId="77777777" w:rsidR="00A01B56" w:rsidRPr="00B8518B" w:rsidRDefault="00A01B5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10745FDB"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7A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606302E0" w:rsidR="00285E8B" w:rsidRDefault="001E44D1" w:rsidP="001E44D1">
          <w:pPr>
            <w:pStyle w:val="Zpat0"/>
          </w:pPr>
          <w:r>
            <w:t>VS 635</w:t>
          </w:r>
          <w:r w:rsidR="00080A62">
            <w:t>24118</w:t>
          </w:r>
        </w:p>
      </w:tc>
    </w:tr>
  </w:tbl>
  <w:p w14:paraId="2B76B789"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0B5AAB02"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7A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3EAA8EA9" w:rsidR="001E44D1" w:rsidRDefault="001E44D1" w:rsidP="001E44D1">
          <w:pPr>
            <w:pStyle w:val="Zpat0"/>
          </w:pPr>
          <w:r>
            <w:t>VS 635</w:t>
          </w:r>
          <w:r w:rsidR="00080A62">
            <w:t>24118</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r>
      <w:rPr>
        <w:sz w:val="2"/>
        <w:szCs w:val="2"/>
      </w:rPr>
      <w:t>hhh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56252AC"/>
    <w:multiLevelType w:val="multilevel"/>
    <w:tmpl w:val="A998D54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EDC1A76"/>
    <w:multiLevelType w:val="multilevel"/>
    <w:tmpl w:val="7FC62EF6"/>
    <w:lvl w:ilvl="0">
      <w:start w:val="1"/>
      <w:numFmt w:val="bullet"/>
      <w:lvlText w:val=""/>
      <w:lvlJc w:val="left"/>
      <w:pPr>
        <w:ind w:left="360" w:hanging="360"/>
      </w:pPr>
      <w:rPr>
        <w:rFonts w:ascii="Symbol" w:hAnsi="Symbol" w:hint="default"/>
      </w:rPr>
    </w:lvl>
    <w:lvl w:ilvl="1">
      <w:start w:val="1"/>
      <w:numFmt w:val="decimal"/>
      <w:lvlText w:val="%15.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20602103">
    <w:abstractNumId w:val="3"/>
  </w:num>
  <w:num w:numId="2" w16cid:durableId="1778796375">
    <w:abstractNumId w:val="1"/>
  </w:num>
  <w:num w:numId="3" w16cid:durableId="1740907183">
    <w:abstractNumId w:val="12"/>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1"/>
  </w:num>
  <w:num w:numId="9" w16cid:durableId="1262713645">
    <w:abstractNumId w:val="0"/>
  </w:num>
  <w:num w:numId="10" w16cid:durableId="1978752850">
    <w:abstractNumId w:val="2"/>
  </w:num>
  <w:num w:numId="11" w16cid:durableId="312174828">
    <w:abstractNumId w:val="13"/>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 w:numId="18" w16cid:durableId="1974600670">
    <w:abstractNumId w:val="10"/>
  </w:num>
  <w:num w:numId="19" w16cid:durableId="1824739531">
    <w:abstractNumId w:val="14"/>
  </w:num>
  <w:num w:numId="20" w16cid:durableId="856696438">
    <w:abstractNumId w:val="0"/>
  </w:num>
  <w:num w:numId="21" w16cid:durableId="972370208">
    <w:abstractNumId w:val="0"/>
  </w:num>
  <w:num w:numId="22" w16cid:durableId="2086756114">
    <w:abstractNumId w:val="0"/>
  </w:num>
  <w:num w:numId="23" w16cid:durableId="9595408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47375"/>
    <w:rsid w:val="00056BB3"/>
    <w:rsid w:val="00056BC3"/>
    <w:rsid w:val="0006588D"/>
    <w:rsid w:val="00067A5E"/>
    <w:rsid w:val="000719BB"/>
    <w:rsid w:val="00072572"/>
    <w:rsid w:val="00072A65"/>
    <w:rsid w:val="00072C1E"/>
    <w:rsid w:val="00080A62"/>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351A7"/>
    <w:rsid w:val="00143C9E"/>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D75DF"/>
    <w:rsid w:val="001E44D1"/>
    <w:rsid w:val="001E678E"/>
    <w:rsid w:val="001F524F"/>
    <w:rsid w:val="002038D5"/>
    <w:rsid w:val="002071BB"/>
    <w:rsid w:val="00207854"/>
    <w:rsid w:val="00207DF5"/>
    <w:rsid w:val="00214C3E"/>
    <w:rsid w:val="002335AE"/>
    <w:rsid w:val="00237FF8"/>
    <w:rsid w:val="00240B81"/>
    <w:rsid w:val="00247D01"/>
    <w:rsid w:val="00250AB7"/>
    <w:rsid w:val="00261A5B"/>
    <w:rsid w:val="00262E5B"/>
    <w:rsid w:val="00276AFE"/>
    <w:rsid w:val="0028389C"/>
    <w:rsid w:val="00285E8B"/>
    <w:rsid w:val="00295408"/>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4FA7"/>
    <w:rsid w:val="003D756E"/>
    <w:rsid w:val="003E420D"/>
    <w:rsid w:val="003E4C13"/>
    <w:rsid w:val="003F391C"/>
    <w:rsid w:val="004078F3"/>
    <w:rsid w:val="004130EE"/>
    <w:rsid w:val="00427794"/>
    <w:rsid w:val="00450F07"/>
    <w:rsid w:val="00453CD3"/>
    <w:rsid w:val="00454369"/>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846C7"/>
    <w:rsid w:val="00693150"/>
    <w:rsid w:val="00696E29"/>
    <w:rsid w:val="00697A23"/>
    <w:rsid w:val="006A0983"/>
    <w:rsid w:val="006A347D"/>
    <w:rsid w:val="006A3818"/>
    <w:rsid w:val="006A4D8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AFE"/>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941BC"/>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71EBB"/>
    <w:rsid w:val="00985317"/>
    <w:rsid w:val="00992D9C"/>
    <w:rsid w:val="00996CB8"/>
    <w:rsid w:val="009972D6"/>
    <w:rsid w:val="009972F8"/>
    <w:rsid w:val="00997FAB"/>
    <w:rsid w:val="009A57E6"/>
    <w:rsid w:val="009A6056"/>
    <w:rsid w:val="009A70C1"/>
    <w:rsid w:val="009B2E97"/>
    <w:rsid w:val="009B339B"/>
    <w:rsid w:val="009B4201"/>
    <w:rsid w:val="009B5146"/>
    <w:rsid w:val="009C0CF1"/>
    <w:rsid w:val="009C418E"/>
    <w:rsid w:val="009C442C"/>
    <w:rsid w:val="009E07F4"/>
    <w:rsid w:val="009E3A23"/>
    <w:rsid w:val="009E7AA5"/>
    <w:rsid w:val="009F0867"/>
    <w:rsid w:val="009F309B"/>
    <w:rsid w:val="009F392E"/>
    <w:rsid w:val="009F53C5"/>
    <w:rsid w:val="009F638B"/>
    <w:rsid w:val="009F79F2"/>
    <w:rsid w:val="00A01B56"/>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66BFB"/>
    <w:rsid w:val="00B70CD6"/>
    <w:rsid w:val="00B75EE1"/>
    <w:rsid w:val="00B77481"/>
    <w:rsid w:val="00B84ECC"/>
    <w:rsid w:val="00B8518B"/>
    <w:rsid w:val="00B955DF"/>
    <w:rsid w:val="00B97CC3"/>
    <w:rsid w:val="00BA0181"/>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A457C"/>
    <w:rsid w:val="00CB26AA"/>
    <w:rsid w:val="00CB4F6D"/>
    <w:rsid w:val="00CB6A37"/>
    <w:rsid w:val="00CB7684"/>
    <w:rsid w:val="00CC7C8F"/>
    <w:rsid w:val="00CD1FC4"/>
    <w:rsid w:val="00D034A0"/>
    <w:rsid w:val="00D1366C"/>
    <w:rsid w:val="00D16C9D"/>
    <w:rsid w:val="00D177B1"/>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C1C12"/>
    <w:rsid w:val="00DD46F3"/>
    <w:rsid w:val="00DE27A8"/>
    <w:rsid w:val="00DE3AEB"/>
    <w:rsid w:val="00DE56F2"/>
    <w:rsid w:val="00DF116D"/>
    <w:rsid w:val="00DF47F2"/>
    <w:rsid w:val="00E0565B"/>
    <w:rsid w:val="00E133C8"/>
    <w:rsid w:val="00E16FF7"/>
    <w:rsid w:val="00E22B1F"/>
    <w:rsid w:val="00E26D68"/>
    <w:rsid w:val="00E37701"/>
    <w:rsid w:val="00E44045"/>
    <w:rsid w:val="00E457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05D6"/>
    <w:rsid w:val="00F12DEC"/>
    <w:rsid w:val="00F1715C"/>
    <w:rsid w:val="00F20884"/>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cik@spravazeleznic.cz"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14</Pages>
  <Words>3764</Words>
  <Characters>22210</Characters>
  <Application>Microsoft Office Word</Application>
  <DocSecurity>0</DocSecurity>
  <Lines>185</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 Michal</cp:lastModifiedBy>
  <cp:revision>2</cp:revision>
  <cp:lastPrinted>2019-09-27T11:09:00Z</cp:lastPrinted>
  <dcterms:created xsi:type="dcterms:W3CDTF">2024-07-03T10:41:00Z</dcterms:created>
  <dcterms:modified xsi:type="dcterms:W3CDTF">2024-07-03T10:41:00Z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